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F51" w:rsidRPr="00DA1CC8" w:rsidRDefault="00BA0F51" w:rsidP="00DA1CC8">
      <w:pPr>
        <w:jc w:val="center"/>
        <w:rPr>
          <w:b/>
          <w:caps/>
          <w:sz w:val="28"/>
          <w:szCs w:val="28"/>
          <w:lang w:val="it-IT"/>
        </w:rPr>
      </w:pPr>
      <w:r w:rsidRPr="00641FAF">
        <w:rPr>
          <w:rFonts w:ascii="Comic Sans MS" w:hAnsi="Comic Sans MS"/>
          <w:b/>
          <w:noProof/>
          <w:sz w:val="24"/>
          <w:szCs w:val="24"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0" o:spid="_x0000_i1025" type="#_x0000_t75" alt="logo colorato sf azz" style="width:42.75pt;height:32.25pt;visibility:visible">
            <v:imagedata r:id="rId6" o:title=""/>
          </v:shape>
        </w:pict>
      </w:r>
      <w:r w:rsidRPr="00BB52AB">
        <w:rPr>
          <w:b/>
          <w:caps/>
          <w:sz w:val="28"/>
          <w:szCs w:val="28"/>
          <w:lang w:val="it-IT"/>
        </w:rPr>
        <w:t>ISTITUTO COMPRENSIVO DI SOMMARIVA DEL BOSCO</w:t>
      </w:r>
    </w:p>
    <w:p w:rsidR="00BA0F51" w:rsidRPr="00BB52AB" w:rsidRDefault="00BA0F51" w:rsidP="00AA379E">
      <w:pPr>
        <w:rPr>
          <w:sz w:val="28"/>
          <w:szCs w:val="28"/>
          <w:lang w:val="it-IT"/>
        </w:rPr>
      </w:pPr>
      <w:r w:rsidRPr="00BB52AB">
        <w:rPr>
          <w:sz w:val="28"/>
          <w:szCs w:val="28"/>
          <w:lang w:val="it-IT"/>
        </w:rPr>
        <w:t>GRIGLIA DI VERIFICA E DI VALUTAZIONE 3 ANNI:   Alunno ________________________</w:t>
      </w:r>
      <w:r>
        <w:rPr>
          <w:sz w:val="28"/>
          <w:szCs w:val="28"/>
          <w:lang w:val="it-IT"/>
        </w:rPr>
        <w:t>_______</w:t>
      </w:r>
      <w:r w:rsidRPr="00BB52AB">
        <w:rPr>
          <w:sz w:val="28"/>
          <w:szCs w:val="28"/>
          <w:lang w:val="it-IT"/>
        </w:rPr>
        <w:t xml:space="preserve">  Sezione ____________</w:t>
      </w:r>
      <w:r>
        <w:rPr>
          <w:sz w:val="28"/>
          <w:szCs w:val="28"/>
          <w:lang w:val="it-IT"/>
        </w:rPr>
        <w:t>_____</w:t>
      </w:r>
      <w:r w:rsidRPr="00BB52AB">
        <w:rPr>
          <w:sz w:val="28"/>
          <w:szCs w:val="28"/>
          <w:lang w:val="it-IT"/>
        </w:rPr>
        <w:t xml:space="preserve"> </w:t>
      </w:r>
    </w:p>
    <w:p w:rsidR="00BA0F51" w:rsidRDefault="00BA0F51" w:rsidP="00AA379E">
      <w:pPr>
        <w:jc w:val="center"/>
        <w:rPr>
          <w:sz w:val="28"/>
          <w:szCs w:val="28"/>
          <w:lang w:val="it-IT"/>
        </w:rPr>
      </w:pPr>
      <w:r>
        <w:rPr>
          <w:noProof/>
          <w:lang w:val="it-IT" w:eastAsia="it-IT"/>
        </w:rPr>
        <w:pict>
          <v:rect id="_x0000_s1026" style="position:absolute;left:0;text-align:left;margin-left:436.05pt;margin-top:26.9pt;width:73.55pt;height:27.95pt;z-index:251661824">
            <v:textbox>
              <w:txbxContent>
                <w:p w:rsidR="00BA0F51" w:rsidRPr="0087418F" w:rsidRDefault="00BA0F51" w:rsidP="00DA1CC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saltuaria</w:t>
                  </w:r>
                </w:p>
              </w:txbxContent>
            </v:textbox>
          </v:rect>
        </w:pict>
      </w:r>
      <w:r>
        <w:rPr>
          <w:noProof/>
          <w:lang w:val="it-IT" w:eastAsia="it-IT"/>
        </w:rPr>
        <w:pict>
          <v:rect id="_x0000_s1027" style="position:absolute;left:0;text-align:left;margin-left:324.6pt;margin-top:26.9pt;width:73.55pt;height:27.95pt;z-index:251660800">
            <v:textbox>
              <w:txbxContent>
                <w:p w:rsidR="00BA0F51" w:rsidRPr="0087418F" w:rsidRDefault="00BA0F51" w:rsidP="00DA1CC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assidua</w:t>
                  </w:r>
                </w:p>
              </w:txbxContent>
            </v:textbox>
          </v:rect>
        </w:pict>
      </w:r>
      <w:r w:rsidRPr="00BB52AB">
        <w:rPr>
          <w:sz w:val="28"/>
          <w:szCs w:val="28"/>
          <w:lang w:val="it-IT"/>
        </w:rPr>
        <w:t>Anno scolastico______________________</w:t>
      </w:r>
    </w:p>
    <w:p w:rsidR="00BA0F51" w:rsidRPr="00BB52AB" w:rsidRDefault="00BA0F51" w:rsidP="00DA1CC8">
      <w:pPr>
        <w:spacing w:after="0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                                                                         FREQUENZA </w:t>
      </w:r>
    </w:p>
    <w:p w:rsidR="00BA0F51" w:rsidRPr="00BB52AB" w:rsidRDefault="00BA0F51" w:rsidP="00392B53">
      <w:pPr>
        <w:tabs>
          <w:tab w:val="left" w:pos="10651"/>
        </w:tabs>
        <w:spacing w:after="0"/>
        <w:rPr>
          <w:sz w:val="28"/>
          <w:szCs w:val="28"/>
          <w:lang w:val="it-IT"/>
        </w:rPr>
      </w:pPr>
      <w:r>
        <w:rPr>
          <w:noProof/>
          <w:lang w:val="it-IT" w:eastAsia="it-IT"/>
        </w:rPr>
        <w:pict>
          <v:rect id="_x0000_s1028" style="position:absolute;margin-left:204.85pt;margin-top:11.3pt;width:336.25pt;height:28.55pt;z-index:251650560">
            <v:textbox>
              <w:txbxContent>
                <w:p w:rsidR="00BA0F51" w:rsidRPr="00BB52AB" w:rsidRDefault="00BA0F51" w:rsidP="00392B53">
                  <w:pPr>
                    <w:jc w:val="center"/>
                    <w:rPr>
                      <w:sz w:val="28"/>
                      <w:szCs w:val="28"/>
                    </w:rPr>
                  </w:pPr>
                  <w:r w:rsidRPr="00BB52AB">
                    <w:rPr>
                      <w:sz w:val="28"/>
                      <w:szCs w:val="28"/>
                    </w:rPr>
                    <w:t>Legenda:           1= no                   2= a volte                3= si</w:t>
                  </w:r>
                </w:p>
              </w:txbxContent>
            </v:textbox>
          </v:rect>
        </w:pict>
      </w:r>
    </w:p>
    <w:p w:rsidR="00BA0F51" w:rsidRDefault="00BA0F51" w:rsidP="00392B53">
      <w:pPr>
        <w:tabs>
          <w:tab w:val="left" w:pos="10651"/>
        </w:tabs>
        <w:spacing w:after="0"/>
        <w:rPr>
          <w:sz w:val="24"/>
          <w:lang w:val="it-IT"/>
        </w:rPr>
      </w:pPr>
    </w:p>
    <w:p w:rsidR="00BA0F51" w:rsidRDefault="00BA0F51" w:rsidP="00392B53">
      <w:pPr>
        <w:tabs>
          <w:tab w:val="left" w:pos="10651"/>
        </w:tabs>
        <w:spacing w:after="0"/>
        <w:rPr>
          <w:sz w:val="24"/>
          <w:lang w:val="it-IT"/>
        </w:rPr>
      </w:pPr>
      <w:r>
        <w:rPr>
          <w:sz w:val="24"/>
          <w:lang w:val="it-IT"/>
        </w:rPr>
        <w:tab/>
      </w:r>
    </w:p>
    <w:tbl>
      <w:tblPr>
        <w:tblW w:w="14400" w:type="dxa"/>
        <w:tblInd w:w="83" w:type="dxa"/>
        <w:tblLook w:val="00A0"/>
      </w:tblPr>
      <w:tblGrid>
        <w:gridCol w:w="960"/>
        <w:gridCol w:w="960"/>
        <w:gridCol w:w="960"/>
        <w:gridCol w:w="8640"/>
        <w:gridCol w:w="960"/>
        <w:gridCol w:w="960"/>
        <w:gridCol w:w="960"/>
      </w:tblGrid>
      <w:tr w:rsidR="00BA0F51" w:rsidRPr="005E588B" w:rsidTr="00652F2E">
        <w:trPr>
          <w:trHeight w:val="282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1° verifica Febbraio</w:t>
            </w:r>
          </w:p>
        </w:tc>
        <w:tc>
          <w:tcPr>
            <w:tcW w:w="8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2° verifica Maggio</w:t>
            </w:r>
          </w:p>
        </w:tc>
      </w:tr>
      <w:tr w:rsidR="00BA0F51" w:rsidRPr="005E588B" w:rsidTr="00652F2E">
        <w:trPr>
          <w:trHeight w:val="282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IL SE E L’ALTRO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Si separa dai genitori senza capricci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Si riconosce nel gruppo sezione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Rispetta semplici regole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Riordina il materiale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Riconosce il proprio materiale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Gioca spontaneamente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IL CORPO IN MOVIMENTO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b/>
                <w:bCs/>
                <w:color w:val="000000"/>
                <w:sz w:val="28"/>
                <w:szCs w:val="28"/>
                <w:lang w:val="it-IT"/>
              </w:rPr>
              <w:t>Si rappresenta con testa ed arti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Conosce e distingue le principali parti del corpo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Riconosce i propri spazi personali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Partecipa a semplici giochi di movimento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Sta seduto a tavola durante il pranzo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Esprime i propri bisogni fisici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0013AD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I DISCORSI E LE PAROLE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Si esprime in modo adeguato all'età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Memorizza brevi poesie e senplici canti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3B14B9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Ascolta una semplice storia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020A4D">
        <w:trPr>
          <w:trHeight w:val="2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Risponde ad elementari domande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020A4D">
        <w:trPr>
          <w:trHeight w:val="2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LINGUAGGI, CREATIVITA', ESPRESSIONE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Mima semplici giochi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Ha interesse per la rappresentazione grafica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Manipola vari materiali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Riconosce i colori primari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LA CONOSCENZA DEL"/>
              </w:smartTagPr>
              <w:r w:rsidRPr="005E588B">
                <w:rPr>
                  <w:color w:val="000000"/>
                  <w:sz w:val="28"/>
                  <w:szCs w:val="28"/>
                </w:rPr>
                <w:t>LA CONOSCENZA DEL</w:t>
              </w:r>
            </w:smartTag>
            <w:r w:rsidRPr="005E588B">
              <w:rPr>
                <w:color w:val="000000"/>
                <w:sz w:val="28"/>
                <w:szCs w:val="28"/>
              </w:rPr>
              <w:t xml:space="preserve"> MONDO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Si sposta serenamente nei vari ambienti della scuola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Osserva i cambiamenti del tempo atmosferico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Distingue:... dentro - fuori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... sopra - sotto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... grande - piccolo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</w:tr>
      <w:tr w:rsidR="00BA0F51" w:rsidRPr="005E588B" w:rsidTr="00652F2E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... bagnato - asciutto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652F2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</w:tr>
    </w:tbl>
    <w:p w:rsidR="00BA0F51" w:rsidRPr="00E840D7" w:rsidRDefault="00BA0F51" w:rsidP="008B12B7">
      <w:pPr>
        <w:rPr>
          <w:lang w:val="it-IT"/>
        </w:rPr>
      </w:pPr>
    </w:p>
    <w:p w:rsidR="00BA0F51" w:rsidRPr="00E840D7" w:rsidRDefault="00BA0F51" w:rsidP="008B12B7">
      <w:pPr>
        <w:rPr>
          <w:lang w:val="it-IT"/>
        </w:rPr>
      </w:pPr>
    </w:p>
    <w:p w:rsidR="00BA0F51" w:rsidRPr="00E840D7" w:rsidRDefault="00BA0F51" w:rsidP="008B12B7">
      <w:pPr>
        <w:rPr>
          <w:lang w:val="it-IT"/>
        </w:rPr>
      </w:pPr>
    </w:p>
    <w:p w:rsidR="00BA0F51" w:rsidRPr="00E840D7" w:rsidRDefault="00BA0F51" w:rsidP="008B12B7">
      <w:pPr>
        <w:rPr>
          <w:lang w:val="it-IT"/>
        </w:rPr>
      </w:pPr>
    </w:p>
    <w:p w:rsidR="00BA0F51" w:rsidRPr="00E840D7" w:rsidRDefault="00BA0F51" w:rsidP="008B12B7">
      <w:pPr>
        <w:rPr>
          <w:lang w:val="it-IT"/>
        </w:rPr>
      </w:pPr>
    </w:p>
    <w:p w:rsidR="00BA0F51" w:rsidRPr="00E840D7" w:rsidRDefault="00BA0F51" w:rsidP="008B12B7">
      <w:pPr>
        <w:rPr>
          <w:lang w:val="it-IT"/>
        </w:rPr>
      </w:pPr>
    </w:p>
    <w:p w:rsidR="00BA0F51" w:rsidRPr="00E840D7" w:rsidRDefault="00BA0F51" w:rsidP="008B12B7">
      <w:pPr>
        <w:rPr>
          <w:lang w:val="it-IT"/>
        </w:rPr>
      </w:pPr>
    </w:p>
    <w:p w:rsidR="00BA0F51" w:rsidRPr="00E840D7" w:rsidRDefault="00BA0F51" w:rsidP="008B12B7">
      <w:pPr>
        <w:rPr>
          <w:lang w:val="it-IT"/>
        </w:rPr>
      </w:pPr>
    </w:p>
    <w:p w:rsidR="00BA0F51" w:rsidRPr="00E840D7" w:rsidRDefault="00BA0F51" w:rsidP="008B12B7">
      <w:pPr>
        <w:rPr>
          <w:lang w:val="it-IT"/>
        </w:rPr>
      </w:pPr>
    </w:p>
    <w:p w:rsidR="00BA0F51" w:rsidRPr="00E840D7" w:rsidRDefault="00BA0F51" w:rsidP="008B12B7">
      <w:pPr>
        <w:rPr>
          <w:lang w:val="it-IT"/>
        </w:rPr>
      </w:pPr>
    </w:p>
    <w:p w:rsidR="00BA0F51" w:rsidRPr="00E840D7" w:rsidRDefault="00BA0F51" w:rsidP="008B12B7">
      <w:pPr>
        <w:rPr>
          <w:lang w:val="it-IT"/>
        </w:rPr>
      </w:pPr>
    </w:p>
    <w:p w:rsidR="00BA0F51" w:rsidRPr="00E840D7" w:rsidRDefault="00BA0F51" w:rsidP="008B12B7">
      <w:pPr>
        <w:rPr>
          <w:lang w:val="it-IT"/>
        </w:rPr>
      </w:pPr>
    </w:p>
    <w:p w:rsidR="00BA0F51" w:rsidRPr="00E27278" w:rsidRDefault="00BA0F51" w:rsidP="00B4367E">
      <w:pPr>
        <w:spacing w:after="120"/>
        <w:jc w:val="center"/>
        <w:rPr>
          <w:b/>
          <w:caps/>
          <w:sz w:val="28"/>
          <w:szCs w:val="28"/>
          <w:lang w:val="it-IT"/>
        </w:rPr>
      </w:pPr>
      <w:r w:rsidRPr="00641FAF">
        <w:rPr>
          <w:b/>
          <w:caps/>
          <w:noProof/>
          <w:sz w:val="28"/>
          <w:szCs w:val="28"/>
          <w:lang w:val="it-IT" w:eastAsia="it-IT"/>
        </w:rPr>
        <w:pict>
          <v:shape id="Immagine 2" o:spid="_x0000_i1026" type="#_x0000_t75" alt="logo colorato sf azz" style="width:42.75pt;height:32.25pt;visibility:visible">
            <v:imagedata r:id="rId6" o:title=""/>
          </v:shape>
        </w:pict>
      </w:r>
      <w:r w:rsidRPr="00E27278">
        <w:rPr>
          <w:b/>
          <w:caps/>
          <w:sz w:val="28"/>
          <w:szCs w:val="28"/>
          <w:lang w:val="it-IT"/>
        </w:rPr>
        <w:t>ISTITUTO COMPRENSIVO DI SOMMARIVA DEL BOSCO</w:t>
      </w:r>
    </w:p>
    <w:p w:rsidR="00BA0F51" w:rsidRPr="00E27278" w:rsidRDefault="00BA0F51" w:rsidP="00BF6C57">
      <w:pPr>
        <w:spacing w:after="120"/>
        <w:jc w:val="center"/>
        <w:rPr>
          <w:sz w:val="28"/>
          <w:szCs w:val="28"/>
          <w:lang w:val="it-IT"/>
        </w:rPr>
      </w:pPr>
      <w:r w:rsidRPr="00E27278">
        <w:rPr>
          <w:sz w:val="28"/>
          <w:szCs w:val="28"/>
          <w:lang w:val="it-IT"/>
        </w:rPr>
        <w:t xml:space="preserve">GRIGLIA DI VERIFICA E DI VALUTAZIONE 4 ANNI:   Alunno _______________________________  Sezione _________________ </w:t>
      </w:r>
    </w:p>
    <w:p w:rsidR="00BA0F51" w:rsidRDefault="00BA0F51" w:rsidP="00613C95">
      <w:pPr>
        <w:spacing w:after="240"/>
        <w:jc w:val="center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                        </w:t>
      </w:r>
      <w:r w:rsidRPr="00E27278">
        <w:rPr>
          <w:sz w:val="28"/>
          <w:szCs w:val="28"/>
          <w:lang w:val="it-IT"/>
        </w:rPr>
        <w:t>Anno scolastico______________________</w:t>
      </w:r>
    </w:p>
    <w:p w:rsidR="00BA0F51" w:rsidRDefault="00BA0F51" w:rsidP="00613C95">
      <w:pPr>
        <w:spacing w:after="120"/>
        <w:rPr>
          <w:sz w:val="28"/>
          <w:szCs w:val="28"/>
          <w:lang w:val="it-IT"/>
        </w:rPr>
      </w:pPr>
      <w:r>
        <w:rPr>
          <w:noProof/>
          <w:lang w:val="it-IT" w:eastAsia="it-IT"/>
        </w:rPr>
        <w:pict>
          <v:rect id="_x0000_s1029" style="position:absolute;margin-left:457.25pt;margin-top:3.1pt;width:73.55pt;height:27.95pt;z-index:251663872">
            <v:textbox>
              <w:txbxContent>
                <w:p w:rsidR="00BA0F51" w:rsidRPr="0087418F" w:rsidRDefault="00BA0F51" w:rsidP="00B4367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saltuaria</w:t>
                  </w:r>
                </w:p>
              </w:txbxContent>
            </v:textbox>
          </v:rect>
        </w:pict>
      </w:r>
      <w:r>
        <w:rPr>
          <w:noProof/>
          <w:lang w:val="it-IT" w:eastAsia="it-IT"/>
        </w:rPr>
        <w:pict>
          <v:rect id="_x0000_s1030" style="position:absolute;margin-left:362.9pt;margin-top:3.1pt;width:73.55pt;height:27.95pt;z-index:251662848">
            <v:textbox>
              <w:txbxContent>
                <w:p w:rsidR="00BA0F51" w:rsidRPr="0087418F" w:rsidRDefault="00BA0F51" w:rsidP="00B4367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assidua</w:t>
                  </w:r>
                </w:p>
              </w:txbxContent>
            </v:textbox>
          </v:rect>
        </w:pict>
      </w:r>
      <w:r>
        <w:rPr>
          <w:sz w:val="28"/>
          <w:szCs w:val="28"/>
          <w:lang w:val="it-IT"/>
        </w:rPr>
        <w:t xml:space="preserve">                                                                                         FREQUENZA</w:t>
      </w:r>
    </w:p>
    <w:p w:rsidR="00BA0F51" w:rsidRDefault="00BA0F51" w:rsidP="00BF6C57">
      <w:pPr>
        <w:spacing w:after="120"/>
        <w:jc w:val="center"/>
        <w:rPr>
          <w:sz w:val="28"/>
          <w:szCs w:val="28"/>
          <w:lang w:val="it-IT"/>
        </w:rPr>
      </w:pPr>
      <w:r>
        <w:rPr>
          <w:noProof/>
          <w:lang w:val="it-IT" w:eastAsia="it-IT"/>
        </w:rPr>
        <w:pict>
          <v:rect id="_x0000_s1031" style="position:absolute;left:0;text-align:left;margin-left:198.55pt;margin-top:19.85pt;width:336.25pt;height:22.6pt;z-index:251651584">
            <v:textbox>
              <w:txbxContent>
                <w:p w:rsidR="00BA0F51" w:rsidRPr="00615AE5" w:rsidRDefault="00BA0F51" w:rsidP="00A127AF">
                  <w:pPr>
                    <w:jc w:val="center"/>
                    <w:rPr>
                      <w:sz w:val="24"/>
                      <w:szCs w:val="24"/>
                    </w:rPr>
                  </w:pPr>
                  <w:r w:rsidRPr="00615AE5">
                    <w:rPr>
                      <w:sz w:val="24"/>
                      <w:szCs w:val="24"/>
                    </w:rPr>
                    <w:t>Legenda:           1= no                   2= a volte                3= si</w:t>
                  </w:r>
                </w:p>
              </w:txbxContent>
            </v:textbox>
          </v:rect>
        </w:pict>
      </w:r>
    </w:p>
    <w:p w:rsidR="00BA0F51" w:rsidRPr="00E27278" w:rsidRDefault="00BA0F51" w:rsidP="00BF6C57">
      <w:pPr>
        <w:spacing w:after="240"/>
        <w:jc w:val="center"/>
        <w:rPr>
          <w:sz w:val="28"/>
          <w:szCs w:val="28"/>
          <w:lang w:val="it-IT"/>
        </w:rPr>
      </w:pPr>
    </w:p>
    <w:tbl>
      <w:tblPr>
        <w:tblW w:w="14400" w:type="dxa"/>
        <w:tblInd w:w="83" w:type="dxa"/>
        <w:tblLook w:val="00A0"/>
      </w:tblPr>
      <w:tblGrid>
        <w:gridCol w:w="960"/>
        <w:gridCol w:w="960"/>
        <w:gridCol w:w="960"/>
        <w:gridCol w:w="8640"/>
        <w:gridCol w:w="960"/>
        <w:gridCol w:w="960"/>
        <w:gridCol w:w="960"/>
      </w:tblGrid>
      <w:tr w:rsidR="00BA0F51" w:rsidRPr="005E588B" w:rsidTr="00A127AF">
        <w:trPr>
          <w:trHeight w:val="282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1° verifica Febbraio</w:t>
            </w:r>
          </w:p>
        </w:tc>
        <w:tc>
          <w:tcPr>
            <w:tcW w:w="8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2° verifica Maggio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IL SE E L’ALTRO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Vive la giornata scolastica con serenità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Rispetta semplici regole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Esprime i propri bisogni fisiologici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Interviene nella conversazione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Accetta i cambiamenti rispetto alla routine quotidiana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Accetta di svolgere l'attività proposta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Mantiene l'attenzione per il tempo richiesto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Ha cura del proprio materiale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Instaura rapporti amichevoli con i compagni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Si organizza nel gioco libero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IL CORPO IN MOVIMENTO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Coordina e controlla i propri movimenti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b/>
                <w:bCs/>
                <w:color w:val="000000"/>
                <w:sz w:val="28"/>
                <w:szCs w:val="28"/>
                <w:lang w:val="it-IT"/>
              </w:rPr>
              <w:t>Rappresenta la figura umana con testa e i suoi particolari, tronco, arti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Ritaglia e incolla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Riordina il materiale scolastico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Ha cura di sè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Mantiene un comportamento adeguato a tavola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77B03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Assaggia il cibo proposto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77B03">
        <w:trPr>
          <w:trHeight w:val="282"/>
        </w:trPr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BA0F51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A0F51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A0F51" w:rsidRPr="000013AD" w:rsidTr="00A77B03">
        <w:trPr>
          <w:trHeight w:val="2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I DISCORSI E LE PAROLE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 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Si esprime in modo adeguato all'età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Verbalizza i suoi vissuti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E588B">
              <w:rPr>
                <w:b/>
                <w:bCs/>
                <w:color w:val="000000"/>
                <w:sz w:val="28"/>
                <w:szCs w:val="28"/>
              </w:rPr>
              <w:t>Spiega il proprio elaborato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Ascolta e comprende una semplice storia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Individua i protagonisti di un racconto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Memorizza poesie, filastrocche e canti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EF4665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Conosce alcune feste tradizionali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EF4665">
        <w:trPr>
          <w:trHeight w:val="2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LINGUAGGI, CREATIVITA', ESPRESSIONE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Esegue giochi mimici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5E588B">
                  <w:rPr>
                    <w:color w:val="000000"/>
                    <w:sz w:val="28"/>
                    <w:szCs w:val="28"/>
                  </w:rPr>
                  <w:t>Usa</w:t>
                </w:r>
              </w:smartTag>
            </w:smartTag>
            <w:r w:rsidRPr="005E588B">
              <w:rPr>
                <w:color w:val="000000"/>
                <w:sz w:val="28"/>
                <w:szCs w:val="28"/>
              </w:rPr>
              <w:t xml:space="preserve"> tecniche diverse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Riconosce i colori secondari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Si esprime attraverso la rappresentazione grafica e pittorica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Esegue canti collettivi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LA CONOSCENZA DEL"/>
              </w:smartTagPr>
              <w:r w:rsidRPr="005E588B">
                <w:rPr>
                  <w:color w:val="000000"/>
                  <w:sz w:val="28"/>
                  <w:szCs w:val="28"/>
                </w:rPr>
                <w:t>LA CONOSCENZA DEL</w:t>
              </w:r>
            </w:smartTag>
            <w:r w:rsidRPr="005E588B">
              <w:rPr>
                <w:color w:val="000000"/>
                <w:sz w:val="28"/>
                <w:szCs w:val="28"/>
              </w:rPr>
              <w:t xml:space="preserve"> MONDO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0F51" w:rsidRPr="005E588B" w:rsidTr="00A127AF">
        <w:trPr>
          <w:trHeight w:val="2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Si muove autonomamente negli spazi interni ed esterni la sezione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Classifica oggetti diversi in base ad un criterio dato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2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Distingue rispetto a sè stesso: ... vicino - lontano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</w:tr>
      <w:tr w:rsidR="00BA0F51" w:rsidRPr="005E588B" w:rsidTr="00A127AF">
        <w:trPr>
          <w:trHeight w:val="2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... alto - basso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</w:tr>
      <w:tr w:rsidR="00BA0F51" w:rsidRPr="005E588B" w:rsidTr="00A127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... aperto - chiuso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</w:tr>
      <w:tr w:rsidR="00BA0F51" w:rsidRPr="005E588B" w:rsidTr="00A127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... caldo - freddo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</w:tr>
      <w:tr w:rsidR="00BA0F51" w:rsidRPr="005E588B" w:rsidTr="00A127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5E588B">
              <w:rPr>
                <w:color w:val="000000"/>
                <w:sz w:val="28"/>
                <w:szCs w:val="28"/>
                <w:lang w:val="it-IT"/>
              </w:rPr>
              <w:t>Riordina in sequenza temporale prima - dopo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A127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Conosce semplici trasformazioni stagionali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5E588B" w:rsidRDefault="00BA0F51" w:rsidP="00A127AF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5E588B"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BA0F51" w:rsidRDefault="00BA0F51" w:rsidP="008B12B7">
      <w:pPr>
        <w:rPr>
          <w:sz w:val="24"/>
          <w:szCs w:val="24"/>
        </w:rPr>
      </w:pPr>
    </w:p>
    <w:p w:rsidR="00BA0F51" w:rsidRDefault="00BA0F51" w:rsidP="008B12B7">
      <w:pPr>
        <w:rPr>
          <w:sz w:val="24"/>
          <w:szCs w:val="24"/>
        </w:rPr>
      </w:pPr>
    </w:p>
    <w:p w:rsidR="00BA0F51" w:rsidRDefault="00BA0F51" w:rsidP="008B12B7">
      <w:pPr>
        <w:rPr>
          <w:sz w:val="24"/>
          <w:szCs w:val="24"/>
        </w:rPr>
      </w:pPr>
    </w:p>
    <w:p w:rsidR="00BA0F51" w:rsidRDefault="00BA0F51" w:rsidP="00E844DC">
      <w:pPr>
        <w:jc w:val="center"/>
        <w:rPr>
          <w:b/>
          <w:caps/>
          <w:sz w:val="28"/>
          <w:szCs w:val="28"/>
          <w:lang w:val="it-IT"/>
        </w:rPr>
      </w:pPr>
      <w:r w:rsidRPr="00641FAF">
        <w:rPr>
          <w:b/>
          <w:caps/>
          <w:noProof/>
          <w:sz w:val="28"/>
          <w:szCs w:val="28"/>
          <w:lang w:val="it-IT" w:eastAsia="it-IT"/>
        </w:rPr>
        <w:pict>
          <v:shape id="Immagine 3" o:spid="_x0000_i1027" type="#_x0000_t75" alt="logo colorato sf azz" style="width:42.75pt;height:32.25pt;visibility:visible">
            <v:imagedata r:id="rId6" o:title=""/>
          </v:shape>
        </w:pict>
      </w:r>
      <w:r w:rsidRPr="00BB52AB">
        <w:rPr>
          <w:b/>
          <w:caps/>
          <w:sz w:val="28"/>
          <w:szCs w:val="28"/>
          <w:lang w:val="it-IT"/>
        </w:rPr>
        <w:t>ISTITUTO COMPRENSIVO DI SOMMARIVA DEL BOSCO</w:t>
      </w:r>
    </w:p>
    <w:p w:rsidR="00BA0F51" w:rsidRPr="00C318E2" w:rsidRDefault="00BA0F51" w:rsidP="004E7623">
      <w:pPr>
        <w:jc w:val="center"/>
        <w:rPr>
          <w:sz w:val="28"/>
          <w:szCs w:val="28"/>
          <w:lang w:val="it-IT"/>
        </w:rPr>
      </w:pPr>
      <w:r w:rsidRPr="00C318E2">
        <w:rPr>
          <w:sz w:val="28"/>
          <w:szCs w:val="28"/>
          <w:lang w:val="it-IT"/>
        </w:rPr>
        <w:t>GRIGLIA DI VERIFICA E DI VALUTAZIONE 5 ANNI:   Alunno _______________________________  Sezione _________________</w:t>
      </w:r>
    </w:p>
    <w:p w:rsidR="00BA0F51" w:rsidRPr="00C318E2" w:rsidRDefault="00BA0F51" w:rsidP="00C04E8B">
      <w:pPr>
        <w:spacing w:after="120"/>
        <w:jc w:val="center"/>
        <w:rPr>
          <w:sz w:val="28"/>
          <w:szCs w:val="28"/>
          <w:lang w:val="it-IT"/>
        </w:rPr>
      </w:pPr>
      <w:r>
        <w:rPr>
          <w:noProof/>
          <w:lang w:val="it-IT" w:eastAsia="it-IT"/>
        </w:rPr>
        <w:pict>
          <v:rect id="_x0000_s1032" style="position:absolute;left:0;text-align:left;margin-left:360.8pt;margin-top:35.3pt;width:29pt;height:23.6pt;z-index:251654656">
            <v:textbox>
              <w:txbxContent>
                <w:p w:rsidR="00BA0F51" w:rsidRPr="0087418F" w:rsidRDefault="00BA0F51" w:rsidP="0087418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lang w:val="it-IT" w:eastAsia="it-IT"/>
        </w:rPr>
        <w:pict>
          <v:rect id="_x0000_s1033" style="position:absolute;left:0;text-align:left;margin-left:507.55pt;margin-top:34.65pt;width:29pt;height:23.6pt;z-index:251655680">
            <v:textbox>
              <w:txbxContent>
                <w:p w:rsidR="00BA0F51" w:rsidRPr="0087418F" w:rsidRDefault="00BA0F51" w:rsidP="0087418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lang w:val="it-IT" w:eastAsia="it-IT"/>
        </w:rPr>
        <w:pict>
          <v:rect id="_x0000_s1034" style="position:absolute;left:0;text-align:left;margin-left:222.95pt;margin-top:35.3pt;width:29pt;height:23.6pt;z-index:251653632">
            <v:textbox>
              <w:txbxContent>
                <w:p w:rsidR="00BA0F51" w:rsidRPr="0087418F" w:rsidRDefault="00BA0F51" w:rsidP="0087418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rect>
        </w:pict>
      </w:r>
      <w:r w:rsidRPr="00C318E2">
        <w:rPr>
          <w:sz w:val="28"/>
          <w:szCs w:val="28"/>
          <w:lang w:val="it-IT"/>
        </w:rPr>
        <w:t xml:space="preserve">              </w:t>
      </w:r>
      <w:r>
        <w:rPr>
          <w:sz w:val="28"/>
          <w:szCs w:val="28"/>
          <w:lang w:val="it-IT"/>
        </w:rPr>
        <w:t xml:space="preserve">           </w:t>
      </w:r>
      <w:r w:rsidRPr="00C318E2">
        <w:rPr>
          <w:sz w:val="28"/>
          <w:szCs w:val="28"/>
          <w:lang w:val="it-IT"/>
        </w:rPr>
        <w:t>Anno scolastico______________________</w:t>
      </w:r>
    </w:p>
    <w:p w:rsidR="00BA0F51" w:rsidRPr="00C318E2" w:rsidRDefault="00BA0F51" w:rsidP="00C318E2">
      <w:pPr>
        <w:spacing w:after="360"/>
        <w:rPr>
          <w:b/>
          <w:caps/>
          <w:sz w:val="28"/>
          <w:szCs w:val="28"/>
          <w:lang w:val="it-IT"/>
        </w:rPr>
      </w:pPr>
      <w:r>
        <w:rPr>
          <w:noProof/>
          <w:lang w:val="it-IT" w:eastAsia="it-IT"/>
        </w:rPr>
        <w:pict>
          <v:rect id="_x0000_s1035" style="position:absolute;margin-left:563.75pt;margin-top:34.65pt;width:89.2pt;height:27.95pt;z-index:251657728">
            <v:textbox>
              <w:txbxContent>
                <w:p w:rsidR="00BA0F51" w:rsidRPr="0087418F" w:rsidRDefault="00BA0F51" w:rsidP="0087418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pomeridiana</w:t>
                  </w:r>
                </w:p>
              </w:txbxContent>
            </v:textbox>
          </v:rect>
        </w:pict>
      </w:r>
      <w:r>
        <w:rPr>
          <w:noProof/>
          <w:lang w:val="it-IT" w:eastAsia="it-IT"/>
        </w:rPr>
        <w:pict>
          <v:rect id="_x0000_s1036" style="position:absolute;margin-left:409.9pt;margin-top:34.65pt;width:73.55pt;height:27.95pt;z-index:251658752">
            <v:textbox>
              <w:txbxContent>
                <w:p w:rsidR="00BA0F51" w:rsidRPr="0087418F" w:rsidRDefault="00BA0F51" w:rsidP="0087418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antimeridiana</w:t>
                  </w:r>
                </w:p>
              </w:txbxContent>
            </v:textbox>
          </v:rect>
        </w:pict>
      </w:r>
      <w:r>
        <w:rPr>
          <w:noProof/>
          <w:lang w:val="it-IT" w:eastAsia="it-IT"/>
        </w:rPr>
        <w:pict>
          <v:rect id="_x0000_s1037" style="position:absolute;margin-left:265.2pt;margin-top:34.65pt;width:73.55pt;height:27.95pt;z-index:251659776">
            <v:textbox>
              <w:txbxContent>
                <w:p w:rsidR="00BA0F51" w:rsidRPr="0087418F" w:rsidRDefault="00BA0F51" w:rsidP="0087418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saltuaria</w:t>
                  </w:r>
                </w:p>
              </w:txbxContent>
            </v:textbox>
          </v:rect>
        </w:pict>
      </w:r>
      <w:r>
        <w:rPr>
          <w:noProof/>
          <w:lang w:val="it-IT" w:eastAsia="it-IT"/>
        </w:rPr>
        <w:pict>
          <v:rect id="_x0000_s1038" style="position:absolute;margin-left:135.1pt;margin-top:34.65pt;width:73.55pt;height:27.95pt;z-index:251656704">
            <v:textbox>
              <w:txbxContent>
                <w:p w:rsidR="00BA0F51" w:rsidRPr="0087418F" w:rsidRDefault="00BA0F51" w:rsidP="0087418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assidua</w:t>
                  </w:r>
                </w:p>
              </w:txbxContent>
            </v:textbox>
          </v:rect>
        </w:pict>
      </w:r>
      <w:r>
        <w:rPr>
          <w:sz w:val="28"/>
          <w:szCs w:val="28"/>
          <w:lang w:val="it-IT"/>
        </w:rPr>
        <w:t xml:space="preserve">            </w:t>
      </w:r>
      <w:r w:rsidRPr="00C318E2">
        <w:rPr>
          <w:sz w:val="28"/>
          <w:szCs w:val="28"/>
          <w:lang w:val="it-IT"/>
        </w:rPr>
        <w:t xml:space="preserve"> ANNI FREQUENZA</w:t>
      </w:r>
      <w:r w:rsidRPr="00C318E2">
        <w:rPr>
          <w:b/>
          <w:caps/>
          <w:sz w:val="28"/>
          <w:szCs w:val="28"/>
          <w:lang w:val="it-IT"/>
        </w:rPr>
        <w:tab/>
      </w:r>
    </w:p>
    <w:p w:rsidR="00BA0F51" w:rsidRPr="004416D9" w:rsidRDefault="00BA0F51" w:rsidP="004416D9">
      <w:pPr>
        <w:tabs>
          <w:tab w:val="left" w:pos="774"/>
        </w:tabs>
        <w:spacing w:after="360"/>
        <w:rPr>
          <w:caps/>
          <w:sz w:val="28"/>
          <w:szCs w:val="28"/>
          <w:lang w:val="it-IT"/>
        </w:rPr>
      </w:pPr>
      <w:r>
        <w:rPr>
          <w:noProof/>
          <w:lang w:val="it-IT" w:eastAsia="it-IT"/>
        </w:rPr>
        <w:pict>
          <v:rect id="_x0000_s1039" style="position:absolute;margin-left:212.55pt;margin-top:37.15pt;width:336.25pt;height:22.6pt;z-index:251652608">
            <v:textbox>
              <w:txbxContent>
                <w:p w:rsidR="00BA0F51" w:rsidRPr="00615AE5" w:rsidRDefault="00BA0F51" w:rsidP="00D93B5D">
                  <w:pPr>
                    <w:jc w:val="center"/>
                    <w:rPr>
                      <w:sz w:val="24"/>
                      <w:szCs w:val="24"/>
                    </w:rPr>
                  </w:pPr>
                  <w:r w:rsidRPr="00615AE5">
                    <w:rPr>
                      <w:sz w:val="24"/>
                      <w:szCs w:val="24"/>
                    </w:rPr>
                    <w:t>Legenda:           1= no                   2= a volte                3= si</w:t>
                  </w:r>
                </w:p>
              </w:txbxContent>
            </v:textbox>
          </v:rect>
        </w:pict>
      </w:r>
      <w:r w:rsidRPr="00C318E2">
        <w:rPr>
          <w:b/>
          <w:caps/>
          <w:sz w:val="28"/>
          <w:szCs w:val="28"/>
          <w:lang w:val="it-IT"/>
        </w:rPr>
        <w:t xml:space="preserve">            </w:t>
      </w:r>
      <w:r w:rsidRPr="00C318E2">
        <w:rPr>
          <w:caps/>
          <w:sz w:val="28"/>
          <w:szCs w:val="28"/>
          <w:lang w:val="it-IT"/>
        </w:rPr>
        <w:t>FREQUENZA</w:t>
      </w:r>
    </w:p>
    <w:p w:rsidR="00BA0F51" w:rsidRPr="00615AE5" w:rsidRDefault="00BA0F51" w:rsidP="007E2A97">
      <w:pPr>
        <w:tabs>
          <w:tab w:val="left" w:pos="397"/>
          <w:tab w:val="center" w:pos="7200"/>
        </w:tabs>
        <w:spacing w:after="240"/>
        <w:rPr>
          <w:b/>
          <w:caps/>
          <w:sz w:val="28"/>
          <w:szCs w:val="28"/>
          <w:lang w:val="it-IT"/>
        </w:rPr>
      </w:pPr>
      <w:r>
        <w:rPr>
          <w:b/>
          <w:caps/>
          <w:sz w:val="28"/>
          <w:szCs w:val="28"/>
          <w:lang w:val="it-IT"/>
        </w:rPr>
        <w:tab/>
      </w:r>
    </w:p>
    <w:tbl>
      <w:tblPr>
        <w:tblW w:w="14600" w:type="dxa"/>
        <w:tblInd w:w="83" w:type="dxa"/>
        <w:tblLook w:val="00A0"/>
      </w:tblPr>
      <w:tblGrid>
        <w:gridCol w:w="973"/>
        <w:gridCol w:w="973"/>
        <w:gridCol w:w="974"/>
        <w:gridCol w:w="8760"/>
        <w:gridCol w:w="973"/>
        <w:gridCol w:w="973"/>
        <w:gridCol w:w="974"/>
      </w:tblGrid>
      <w:tr w:rsidR="00BA0F51" w:rsidRPr="005E588B" w:rsidTr="002E17B1">
        <w:trPr>
          <w:trHeight w:val="153"/>
        </w:trPr>
        <w:tc>
          <w:tcPr>
            <w:tcW w:w="29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1° verifica Febbraio</w:t>
            </w:r>
          </w:p>
        </w:tc>
        <w:tc>
          <w:tcPr>
            <w:tcW w:w="8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29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2° verifica Maggio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>
              <w:rPr>
                <w:color w:val="000000"/>
                <w:sz w:val="28"/>
                <w:szCs w:val="28"/>
                <w:lang w:val="it-IT"/>
              </w:rPr>
              <w:t>IL SE E L’ALTRO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Coglie le fasi della propria crescita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Conosce alcune feste tradizionali della comunità</w:t>
            </w:r>
            <w:r>
              <w:rPr>
                <w:color w:val="000000"/>
                <w:sz w:val="28"/>
                <w:szCs w:val="28"/>
                <w:lang w:val="it-IT"/>
              </w:rPr>
              <w:t xml:space="preserve"> e del territorio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Esprime i propri bisogni emotivi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Interviene in modo pertinente nella conversazione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Rispetta le regole di vita comunitaria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Sa aspettare il proprio turno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Mantiene l'attenzione per il tempo necessario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Partecipa all'attiv</w:t>
            </w:r>
            <w:r>
              <w:rPr>
                <w:color w:val="000000"/>
                <w:sz w:val="28"/>
                <w:szCs w:val="28"/>
              </w:rPr>
              <w:t>i</w:t>
            </w:r>
            <w:r w:rsidRPr="00C318E2">
              <w:rPr>
                <w:color w:val="000000"/>
                <w:sz w:val="28"/>
                <w:szCs w:val="28"/>
              </w:rPr>
              <w:t>tà proposta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Ha cura del proprio materiale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Accetta la presenza di più figure educative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Accetta i compagni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Sa aiutare i compagni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Lavora in modo autonomo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Lavora in modo costante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Termina l'attività iniziata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737F50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852811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852811">
              <w:rPr>
                <w:color w:val="000000"/>
                <w:sz w:val="28"/>
                <w:szCs w:val="28"/>
                <w:lang w:val="it-IT"/>
              </w:rPr>
              <w:t>Gioca in modo costruttivo e creativo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737F50">
        <w:trPr>
          <w:trHeight w:val="153"/>
        </w:trPr>
        <w:tc>
          <w:tcPr>
            <w:tcW w:w="973" w:type="dxa"/>
            <w:tcBorders>
              <w:top w:val="single" w:sz="4" w:space="0" w:color="auto"/>
            </w:tcBorders>
            <w:noWrap/>
            <w:vAlign w:val="center"/>
          </w:tcPr>
          <w:p w:rsidR="00BA0F51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tcBorders>
              <w:top w:val="single" w:sz="4" w:space="0" w:color="auto"/>
            </w:tcBorders>
            <w:noWrap/>
            <w:vAlign w:val="bottom"/>
          </w:tcPr>
          <w:p w:rsidR="00BA0F51" w:rsidRPr="00852811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BA0F51" w:rsidRDefault="00BA0F51" w:rsidP="00BF66F3">
      <w:pPr>
        <w:spacing w:after="0" w:line="240" w:lineRule="auto"/>
        <w:jc w:val="center"/>
        <w:rPr>
          <w:color w:val="000000"/>
          <w:sz w:val="28"/>
          <w:szCs w:val="28"/>
        </w:rPr>
        <w:sectPr w:rsidR="00BA0F51" w:rsidSect="000013AD">
          <w:footerReference w:type="even" r:id="rId7"/>
          <w:footerReference w:type="default" r:id="rId8"/>
          <w:pgSz w:w="15840" w:h="12240" w:orient="landscape" w:code="1"/>
          <w:pgMar w:top="454" w:right="720" w:bottom="454" w:left="720" w:header="709" w:footer="709" w:gutter="0"/>
          <w:pgNumType w:start="294"/>
          <w:cols w:space="708"/>
          <w:docGrid w:linePitch="360"/>
        </w:sectPr>
      </w:pPr>
    </w:p>
    <w:tbl>
      <w:tblPr>
        <w:tblW w:w="14600" w:type="dxa"/>
        <w:tblInd w:w="83" w:type="dxa"/>
        <w:tblLook w:val="00A0"/>
      </w:tblPr>
      <w:tblGrid>
        <w:gridCol w:w="973"/>
        <w:gridCol w:w="973"/>
        <w:gridCol w:w="974"/>
        <w:gridCol w:w="5840"/>
        <w:gridCol w:w="973"/>
        <w:gridCol w:w="973"/>
        <w:gridCol w:w="974"/>
        <w:gridCol w:w="973"/>
        <w:gridCol w:w="973"/>
        <w:gridCol w:w="974"/>
      </w:tblGrid>
      <w:tr w:rsidR="00BA0F51" w:rsidRPr="005E588B" w:rsidTr="002E17B1">
        <w:trPr>
          <w:trHeight w:val="153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IL CORPO IN MOVIMENTO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Prova piacere nel movimento e si sperimenta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Controlla e coordina i movimenti nel gioco individuale e di gruppo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Interpreta espressioni corporee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b/>
                <w:bCs/>
                <w:color w:val="000000"/>
                <w:sz w:val="28"/>
                <w:szCs w:val="28"/>
                <w:lang w:val="it-IT"/>
              </w:rPr>
              <w:t>Si rappresenta in modo completo con particolari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Cura la propria persona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Si muove e corre in modo disinvolto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Controlla il proprio corpo nelle varie posture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Si orienta ed esegue un facile percorso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Ha competenze di motricità fine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Possiede competenze oculo-manuali e pregrafismo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Esprime il proprio benessere o malessere fisico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Pratica le norme igieniche basilari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5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Mantiene un comportamento corretto a tavola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4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Consuma il cibo servito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852811" w:rsidTr="002E17B1">
        <w:trPr>
          <w:trHeight w:val="14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 </w:t>
            </w:r>
          </w:p>
        </w:tc>
      </w:tr>
      <w:tr w:rsidR="00BA0F51" w:rsidRPr="000013AD" w:rsidTr="002E17B1">
        <w:trPr>
          <w:trHeight w:val="14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I DISCORSI E LE PAROLE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0013AD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0013AD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0013AD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</w:tr>
      <w:tr w:rsidR="00BA0F51" w:rsidRPr="005E588B" w:rsidTr="002E17B1">
        <w:trPr>
          <w:trHeight w:val="14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Si esprime in modo adeguato all' età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4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Espone le proprie idee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4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Memorizza poesie, filastrocche e canti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41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>
              <w:rPr>
                <w:color w:val="000000"/>
                <w:sz w:val="28"/>
                <w:szCs w:val="28"/>
                <w:lang w:val="it-IT"/>
              </w:rPr>
              <w:t>Gioca con le parole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85281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 xml:space="preserve">Gioca </w:t>
            </w:r>
            <w:r>
              <w:rPr>
                <w:color w:val="000000"/>
                <w:sz w:val="28"/>
                <w:szCs w:val="28"/>
                <w:lang w:val="it-IT"/>
              </w:rPr>
              <w:t>con le rime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318E2">
              <w:rPr>
                <w:b/>
                <w:bCs/>
                <w:color w:val="000000"/>
                <w:sz w:val="28"/>
                <w:szCs w:val="28"/>
              </w:rPr>
              <w:t>Scrive il proprio nome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Sa raccontare una storia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b/>
                <w:bCs/>
                <w:color w:val="000000"/>
                <w:sz w:val="28"/>
                <w:szCs w:val="28"/>
                <w:lang w:val="it-IT"/>
              </w:rPr>
              <w:t>Comprende le sequenze di un</w:t>
            </w:r>
            <w:r>
              <w:rPr>
                <w:b/>
                <w:bCs/>
                <w:color w:val="000000"/>
                <w:sz w:val="28"/>
                <w:szCs w:val="28"/>
                <w:lang w:val="it-IT"/>
              </w:rPr>
              <w:t xml:space="preserve"> </w:t>
            </w:r>
            <w:r w:rsidRPr="00C318E2">
              <w:rPr>
                <w:b/>
                <w:bCs/>
                <w:color w:val="000000"/>
                <w:sz w:val="28"/>
                <w:szCs w:val="28"/>
                <w:lang w:val="it-IT"/>
              </w:rPr>
              <w:t>racconto e</w:t>
            </w:r>
            <w:r>
              <w:rPr>
                <w:b/>
                <w:bCs/>
                <w:color w:val="000000"/>
                <w:sz w:val="28"/>
                <w:szCs w:val="28"/>
                <w:lang w:val="it-IT"/>
              </w:rPr>
              <w:t xml:space="preserve"> le riordina ( 3</w:t>
            </w:r>
            <w:r w:rsidRPr="00C318E2">
              <w:rPr>
                <w:b/>
                <w:bCs/>
                <w:color w:val="000000"/>
                <w:sz w:val="28"/>
                <w:szCs w:val="28"/>
                <w:lang w:val="it-IT"/>
              </w:rPr>
              <w:t xml:space="preserve"> 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Spiega spontaneamente il proprio elaborato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Riconosce la scrittura da altri segni grafici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F824C2">
        <w:trPr>
          <w:trHeight w:val="163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  <w:lang w:val="it-IT" w:eastAsia="it-IT"/>
              </w:rPr>
              <w:pict>
                <v:rect id="_x0000_s1040" style="position:absolute;left:0;text-align:left;margin-left:-14.8pt;margin-top:.8pt;width:743.55pt;height:61.95pt;z-index:251664896;mso-position-horizontal-relative:text;mso-position-vertical-relative:text" stroked="f"/>
              </w:pic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A0F51" w:rsidRPr="005E588B" w:rsidTr="00F824C2">
        <w:trPr>
          <w:gridAfter w:val="3"/>
          <w:wAfter w:w="2920" w:type="dxa"/>
          <w:trHeight w:val="163"/>
        </w:trPr>
        <w:tc>
          <w:tcPr>
            <w:tcW w:w="8760" w:type="dxa"/>
            <w:gridSpan w:val="4"/>
            <w:noWrap/>
            <w:vAlign w:val="bottom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973" w:type="dxa"/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A0F51" w:rsidRPr="005E588B" w:rsidTr="003843CC">
        <w:trPr>
          <w:trHeight w:val="163"/>
        </w:trPr>
        <w:tc>
          <w:tcPr>
            <w:tcW w:w="973" w:type="dxa"/>
            <w:tcBorders>
              <w:bottom w:val="single" w:sz="4" w:space="0" w:color="auto"/>
            </w:tcBorders>
            <w:noWrap/>
            <w:vAlign w:val="center"/>
          </w:tcPr>
          <w:p w:rsidR="00BA0F51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4"/>
            <w:tcBorders>
              <w:bottom w:val="single" w:sz="4" w:space="0" w:color="auto"/>
            </w:tcBorders>
            <w:noWrap/>
            <w:vAlign w:val="bottom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A0F51" w:rsidRPr="005E588B" w:rsidTr="003843CC">
        <w:trPr>
          <w:trHeight w:val="281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>
              <w:rPr>
                <w:color w:val="000000"/>
                <w:sz w:val="28"/>
                <w:szCs w:val="28"/>
              </w:rPr>
              <w:t>IMMAGINE-SUONI-COLORI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A0F51" w:rsidRPr="005E588B" w:rsidTr="002E17B1">
        <w:trPr>
          <w:trHeight w:val="281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 xml:space="preserve">   Drammatizza semplici ruoli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281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Esegue una danza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AF38DA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Riconosce e mima le emozioni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 xml:space="preserve">   Si esprime attraverso la rappresentazione grafica e pittorica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>
              <w:rPr>
                <w:color w:val="000000"/>
                <w:sz w:val="28"/>
                <w:szCs w:val="28"/>
                <w:lang w:val="it-IT"/>
              </w:rPr>
              <w:t>Inventa storie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Usa più materiali in modo creativo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Usa i colori in modo appropriato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Partecipa attivamente ai vari momenti di spettacoli e feste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Esegue collettivamente un canto rispettando il ritmo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PersonName">
              <w:smartTagPr>
                <w:attr w:name="ProductID" w:val="LA CONOSCENZA DEL"/>
              </w:smartTagPr>
              <w:r w:rsidRPr="00C318E2">
                <w:rPr>
                  <w:color w:val="000000"/>
                  <w:sz w:val="28"/>
                  <w:szCs w:val="28"/>
                </w:rPr>
                <w:t>LA CONOSCENZA DEL</w:t>
              </w:r>
            </w:smartTag>
            <w:r w:rsidRPr="00C318E2">
              <w:rPr>
                <w:color w:val="000000"/>
                <w:sz w:val="28"/>
                <w:szCs w:val="28"/>
              </w:rPr>
              <w:t xml:space="preserve"> MONDO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>
              <w:rPr>
                <w:color w:val="000000"/>
                <w:sz w:val="28"/>
                <w:szCs w:val="28"/>
                <w:lang w:val="it-IT"/>
              </w:rPr>
              <w:t>Classifica i</w:t>
            </w:r>
            <w:r w:rsidRPr="00C318E2">
              <w:rPr>
                <w:color w:val="000000"/>
                <w:sz w:val="28"/>
                <w:szCs w:val="28"/>
                <w:lang w:val="it-IT"/>
              </w:rPr>
              <w:t>n base a: forma, colore, grandezza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Usa semplici simboli per registrare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>
              <w:rPr>
                <w:color w:val="000000"/>
                <w:sz w:val="28"/>
                <w:szCs w:val="28"/>
                <w:lang w:val="it-IT"/>
              </w:rPr>
              <w:t>Gioca e riconosce le forme</w:t>
            </w:r>
            <w:r w:rsidRPr="00C318E2">
              <w:rPr>
                <w:color w:val="000000"/>
                <w:sz w:val="28"/>
                <w:szCs w:val="28"/>
                <w:lang w:val="it-IT"/>
              </w:rPr>
              <w:t>: cerchio, quadrato, triangolo, rettangolo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Coglie e verbalizza relazioni: pochi - molti, tanti - quanti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Gioca con i numeri e le quantità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b/>
                <w:bCs/>
                <w:color w:val="000000"/>
                <w:sz w:val="28"/>
                <w:szCs w:val="28"/>
                <w:lang w:val="it-IT"/>
              </w:rPr>
              <w:t>Scrive spontaneamente i numeri entro il 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Esegue un percorso sulla base di indicazioni verbali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Conosce la successione della giornata scolastica e della settimana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Ha prime conoscenze ecologiche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Comprende le fasi di un semplice esperimento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C318E2">
              <w:rPr>
                <w:color w:val="000000"/>
                <w:sz w:val="28"/>
                <w:szCs w:val="28"/>
                <w:lang w:val="it-IT"/>
              </w:rPr>
              <w:t>Mette in relazione causa-effetto di semplici fenomeni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5E588B" w:rsidTr="002E17B1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Distingue le caratteristiche stagionali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BF66F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  <w:tr w:rsidR="00BA0F51" w:rsidRPr="00C318E2" w:rsidTr="009A2457">
        <w:trPr>
          <w:trHeight w:val="163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715D2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715D2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715D2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A0F51" w:rsidRPr="009A2457" w:rsidRDefault="00BA0F51" w:rsidP="00715D2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it-IT"/>
              </w:rPr>
            </w:pPr>
            <w:r w:rsidRPr="009A2457">
              <w:rPr>
                <w:color w:val="000000"/>
                <w:sz w:val="28"/>
                <w:szCs w:val="28"/>
                <w:lang w:val="it-IT"/>
              </w:rPr>
              <w:t>Individua le posizioni di oggetti e persone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715D2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715D2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F51" w:rsidRPr="00C318E2" w:rsidRDefault="00BA0F51" w:rsidP="00715D2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C318E2"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BA0F51" w:rsidRPr="004E7623" w:rsidRDefault="00BA0F51" w:rsidP="008B12B7">
      <w:pPr>
        <w:rPr>
          <w:sz w:val="24"/>
          <w:szCs w:val="24"/>
          <w:lang w:val="it-IT"/>
        </w:rPr>
      </w:pPr>
    </w:p>
    <w:sectPr w:rsidR="00BA0F51" w:rsidRPr="004E7623" w:rsidSect="00A77B03">
      <w:type w:val="continuous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F51" w:rsidRDefault="00BA0F51" w:rsidP="00E27278">
      <w:pPr>
        <w:spacing w:after="0" w:line="240" w:lineRule="auto"/>
      </w:pPr>
      <w:r>
        <w:separator/>
      </w:r>
    </w:p>
  </w:endnote>
  <w:endnote w:type="continuationSeparator" w:id="0">
    <w:p w:rsidR="00BA0F51" w:rsidRDefault="00BA0F51" w:rsidP="00E27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F51" w:rsidRDefault="00BA0F51" w:rsidP="00B963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0F51" w:rsidRDefault="00BA0F51" w:rsidP="00AE6B8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F51" w:rsidRDefault="00BA0F51" w:rsidP="000013AD">
    <w:pPr>
      <w:pStyle w:val="Footer"/>
      <w:ind w:right="360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300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F51" w:rsidRDefault="00BA0F51" w:rsidP="00E27278">
      <w:pPr>
        <w:spacing w:after="0" w:line="240" w:lineRule="auto"/>
      </w:pPr>
      <w:r>
        <w:separator/>
      </w:r>
    </w:p>
  </w:footnote>
  <w:footnote w:type="continuationSeparator" w:id="0">
    <w:p w:rsidR="00BA0F51" w:rsidRDefault="00BA0F51" w:rsidP="00E27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79E"/>
    <w:rsid w:val="000013AD"/>
    <w:rsid w:val="00020A4D"/>
    <w:rsid w:val="0009752D"/>
    <w:rsid w:val="001872E1"/>
    <w:rsid w:val="002245D7"/>
    <w:rsid w:val="00273E77"/>
    <w:rsid w:val="002C715E"/>
    <w:rsid w:val="002E17B1"/>
    <w:rsid w:val="002E34FC"/>
    <w:rsid w:val="002F3A20"/>
    <w:rsid w:val="00375ABA"/>
    <w:rsid w:val="00375DEC"/>
    <w:rsid w:val="003843CC"/>
    <w:rsid w:val="00392B53"/>
    <w:rsid w:val="003B14B9"/>
    <w:rsid w:val="003E31C2"/>
    <w:rsid w:val="00441030"/>
    <w:rsid w:val="004416D9"/>
    <w:rsid w:val="00446B26"/>
    <w:rsid w:val="004910EA"/>
    <w:rsid w:val="004B4122"/>
    <w:rsid w:val="004E7623"/>
    <w:rsid w:val="004F721D"/>
    <w:rsid w:val="005152CE"/>
    <w:rsid w:val="005558B8"/>
    <w:rsid w:val="005E588B"/>
    <w:rsid w:val="00613C95"/>
    <w:rsid w:val="00615AE5"/>
    <w:rsid w:val="00641FAF"/>
    <w:rsid w:val="00652F2E"/>
    <w:rsid w:val="0068337F"/>
    <w:rsid w:val="00715D23"/>
    <w:rsid w:val="00737F50"/>
    <w:rsid w:val="007D0B06"/>
    <w:rsid w:val="007E2A97"/>
    <w:rsid w:val="008033CA"/>
    <w:rsid w:val="00852811"/>
    <w:rsid w:val="0087418F"/>
    <w:rsid w:val="008B12B7"/>
    <w:rsid w:val="008D0538"/>
    <w:rsid w:val="008E57D1"/>
    <w:rsid w:val="009340C2"/>
    <w:rsid w:val="0098577A"/>
    <w:rsid w:val="009A2457"/>
    <w:rsid w:val="009C21CD"/>
    <w:rsid w:val="009F3204"/>
    <w:rsid w:val="00A127AF"/>
    <w:rsid w:val="00A36EB2"/>
    <w:rsid w:val="00A77B03"/>
    <w:rsid w:val="00A856A1"/>
    <w:rsid w:val="00AA379E"/>
    <w:rsid w:val="00AE6B8B"/>
    <w:rsid w:val="00AF38DA"/>
    <w:rsid w:val="00B4367E"/>
    <w:rsid w:val="00B9630F"/>
    <w:rsid w:val="00B9709C"/>
    <w:rsid w:val="00BA0F51"/>
    <w:rsid w:val="00BB52AB"/>
    <w:rsid w:val="00BC4F0C"/>
    <w:rsid w:val="00BD4FB4"/>
    <w:rsid w:val="00BF194C"/>
    <w:rsid w:val="00BF66F3"/>
    <w:rsid w:val="00BF6C57"/>
    <w:rsid w:val="00C04E8B"/>
    <w:rsid w:val="00C1394C"/>
    <w:rsid w:val="00C30250"/>
    <w:rsid w:val="00C318E2"/>
    <w:rsid w:val="00CB555B"/>
    <w:rsid w:val="00D026AA"/>
    <w:rsid w:val="00D45A8E"/>
    <w:rsid w:val="00D93B5D"/>
    <w:rsid w:val="00DA1CC8"/>
    <w:rsid w:val="00DA5A52"/>
    <w:rsid w:val="00DB2E86"/>
    <w:rsid w:val="00DD2799"/>
    <w:rsid w:val="00E14DDE"/>
    <w:rsid w:val="00E27278"/>
    <w:rsid w:val="00E64339"/>
    <w:rsid w:val="00E840D7"/>
    <w:rsid w:val="00E844DC"/>
    <w:rsid w:val="00EC6225"/>
    <w:rsid w:val="00EF4665"/>
    <w:rsid w:val="00F01AA0"/>
    <w:rsid w:val="00F573AF"/>
    <w:rsid w:val="00F627D4"/>
    <w:rsid w:val="00F644A0"/>
    <w:rsid w:val="00F824C2"/>
    <w:rsid w:val="00FC47CE"/>
    <w:rsid w:val="00FD25F2"/>
    <w:rsid w:val="00FF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ersonName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79E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A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37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E27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727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27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7278"/>
    <w:rPr>
      <w:rFonts w:cs="Times New Roman"/>
    </w:rPr>
  </w:style>
  <w:style w:type="character" w:styleId="PageNumber">
    <w:name w:val="page number"/>
    <w:basedOn w:val="DefaultParagraphFont"/>
    <w:uiPriority w:val="99"/>
    <w:rsid w:val="00AE6B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71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7</Pages>
  <Words>1167</Words>
  <Characters>6653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ISTITUTO COMPRENSIVO DI SOMMARIVA DEL BOSCO</dc:title>
  <dc:subject/>
  <dc:creator>Mamma</dc:creator>
  <cp:keywords/>
  <dc:description/>
  <cp:lastModifiedBy>Agosto</cp:lastModifiedBy>
  <cp:revision>3</cp:revision>
  <cp:lastPrinted>2015-10-28T10:20:00Z</cp:lastPrinted>
  <dcterms:created xsi:type="dcterms:W3CDTF">2014-10-24T06:52:00Z</dcterms:created>
  <dcterms:modified xsi:type="dcterms:W3CDTF">2015-10-28T10:20:00Z</dcterms:modified>
</cp:coreProperties>
</file>